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143F8C68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4FA232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2829B0" w:rsidR="0085747A" w:rsidP="00EA4832" w:rsidRDefault="0071620A" w14:paraId="6B23C145" w14:textId="3B20144D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2829B0" w:rsidR="00DC6D0C">
        <w:rPr>
          <w:rFonts w:ascii="Corbel" w:hAnsi="Corbel"/>
          <w:b/>
          <w:smallCaps/>
          <w:sz w:val="24"/>
          <w:szCs w:val="24"/>
        </w:rPr>
        <w:t xml:space="preserve"> </w:t>
      </w:r>
      <w:r w:rsidR="009751B9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69395D" w:rsidRDefault="00445970" w14:paraId="6BA9BCA5" w14:textId="441B7CE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Pr="002829B0" w:rsidR="002829B0">
        <w:rPr>
          <w:rFonts w:ascii="Corbel" w:hAnsi="Corbel"/>
          <w:sz w:val="20"/>
          <w:szCs w:val="20"/>
        </w:rPr>
        <w:t>202</w:t>
      </w:r>
      <w:r w:rsidR="009751B9">
        <w:rPr>
          <w:rFonts w:ascii="Corbel" w:hAnsi="Corbel"/>
          <w:sz w:val="20"/>
          <w:szCs w:val="20"/>
        </w:rPr>
        <w:t>1</w:t>
      </w:r>
      <w:r w:rsidRPr="002829B0" w:rsidR="002829B0">
        <w:rPr>
          <w:rFonts w:ascii="Corbel" w:hAnsi="Corbel"/>
          <w:sz w:val="20"/>
          <w:szCs w:val="20"/>
        </w:rPr>
        <w:t>/202</w:t>
      </w:r>
      <w:r w:rsidR="009751B9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69B6E77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8DBE02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8F5C900" w14:paraId="50F9C06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63343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2829B0" w14:paraId="47ACF32C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Pr="009C54AE" w:rsidR="0085747A" w:rsidTr="08F5C900" w14:paraId="0A77543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8569B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2829B0" w14:paraId="4D8F3880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E/I/EUB/C-1.19c</w:t>
            </w:r>
          </w:p>
        </w:tc>
      </w:tr>
      <w:tr w:rsidRPr="009C54AE" w:rsidR="0085747A" w:rsidTr="08F5C900" w14:paraId="33305474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1EE6103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17512A" w14:paraId="7B0969E4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Pr="009C54AE" w:rsidR="0085747A" w:rsidTr="08F5C900" w14:paraId="0A605B8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024AD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CC5F98" w14:paraId="7A117271" w14:textId="53E5331D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8F5C900" w14:paraId="3D9491D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DA320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829B0" w14:paraId="6621E6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8F5C900" w14:paraId="575A5722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7ABE1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CC5F98" w:rsidR="0085747A" w:rsidP="009C54AE" w:rsidRDefault="00CC5F98" w14:paraId="67E500BE" w14:textId="7CB879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08F5C900" w14:paraId="7FD25D7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FCD92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4C7D59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8F5C900" w14:paraId="276878A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458D4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574E37" w:rsidR="0085747A" w:rsidP="009C54AE" w:rsidRDefault="00574E37" w14:paraId="1ECFDD46" w14:textId="7CF6C6B6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574E3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9C54AE" w:rsidR="0085747A" w:rsidTr="08F5C900" w14:paraId="5C9B89A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DE8AD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829B0" w:rsidR="0085747A" w:rsidP="009C54AE" w:rsidRDefault="002829B0" w14:paraId="124783E4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Pr="009C54AE" w:rsidR="0085747A" w:rsidTr="08F5C900" w14:paraId="713AAD4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FDDF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CC5F98" w:rsidR="0085747A" w:rsidP="009C54AE" w:rsidRDefault="0017512A" w14:paraId="0780BF61" w14:textId="70B32D7A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Pr="009C54AE" w:rsidR="00923D7D" w:rsidTr="08F5C900" w14:paraId="65E5E6D2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731649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829B0" w:rsidR="00923D7D" w:rsidP="009C54AE" w:rsidRDefault="002829B0" w14:paraId="3917ECD8" w14:textId="77777777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Pr="002829B0" w:rsidR="0017512A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Pr="009C54AE" w:rsidR="002829B0" w:rsidTr="08F5C900" w14:paraId="39FD54A5" w14:textId="77777777">
        <w:tc>
          <w:tcPr>
            <w:tcW w:w="2694" w:type="dxa"/>
            <w:tcMar/>
            <w:vAlign w:val="center"/>
          </w:tcPr>
          <w:p w:rsidRPr="009C54AE" w:rsidR="002829B0" w:rsidP="002829B0" w:rsidRDefault="002829B0" w14:paraId="3FD4E3A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829B0" w:rsidR="002829B0" w:rsidP="08F5C900" w:rsidRDefault="002829B0" w14:paraId="652E3D94" w14:textId="1FCB8994">
            <w:pPr>
              <w:pStyle w:val="Odpowiedzi"/>
              <w:spacing w:before="100" w:beforeAutospacing="on" w:after="100" w:afterAutospacing="on"/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</w:pPr>
            <w:r w:rsidRPr="08F5C900" w:rsidR="002829B0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Dr hab. Katarzyna Szara</w:t>
            </w:r>
          </w:p>
        </w:tc>
      </w:tr>
      <w:tr w:rsidRPr="009C54AE" w:rsidR="002829B0" w:rsidTr="08F5C900" w14:paraId="4C3BF828" w14:textId="77777777">
        <w:tc>
          <w:tcPr>
            <w:tcW w:w="2694" w:type="dxa"/>
            <w:tcMar/>
            <w:vAlign w:val="center"/>
          </w:tcPr>
          <w:p w:rsidRPr="009C54AE" w:rsidR="002829B0" w:rsidP="002829B0" w:rsidRDefault="002829B0" w14:paraId="46A51D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829B0" w:rsidR="002829B0" w:rsidP="08F5C900" w:rsidRDefault="002829B0" w14:paraId="47741AFB" w14:textId="57940148">
            <w:pPr>
              <w:pStyle w:val="Odpowiedzi"/>
              <w:spacing w:before="100" w:beforeAutospacing="on" w:after="100" w:afterAutospacing="on"/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</w:pPr>
            <w:r w:rsidRPr="08F5C900" w:rsidR="002829B0">
              <w:rPr>
                <w:rFonts w:ascii="Corbel" w:hAnsi="Corbel" w:eastAsia="Times New Roman"/>
                <w:b w:val="0"/>
                <w:bCs w:val="0"/>
                <w:color w:val="auto"/>
                <w:sz w:val="24"/>
                <w:szCs w:val="24"/>
                <w:lang w:eastAsia="pl-PL"/>
              </w:rPr>
              <w:t>Dr hab. Katarzyna Szara</w:t>
            </w:r>
          </w:p>
        </w:tc>
      </w:tr>
    </w:tbl>
    <w:p w:rsidRPr="009C54AE" w:rsidR="0085747A" w:rsidP="009C54AE" w:rsidRDefault="0085747A" w14:paraId="33AC02BB" w14:textId="7F1B90F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138EC1A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6A8E72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2829B0" w14:paraId="115A3B7A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78B7E2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17F49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B2197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2BB94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1326E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C71BB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F8014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FA603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E97F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ED828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5A8A1F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2829B0" w14:paraId="2AEF0DF0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2829B0" w14:paraId="4DA87A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36BCA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574E37" w14:paraId="69530C4D" w14:textId="5D2F80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20BDB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FA90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67300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4E356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07264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F78C4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D4F" w14:paraId="571DBD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2FF6789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D7C3E5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270B6D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E22D4F" w14:paraId="7923667D" w14:textId="178F47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hAnsi="Corbel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:rsidRPr="009C54AE" w:rsidR="0085747A" w:rsidP="00F83B28" w:rsidRDefault="0085747A" w14:paraId="5E1FCA6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4A5FC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ED20EA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210E73" w:rsidR="00E22D4F" w:rsidP="00E22D4F" w:rsidRDefault="00E22D4F" w14:paraId="4C07F4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:rsidRPr="00BA42D1" w:rsidR="00E22D4F" w:rsidP="00E22D4F" w:rsidRDefault="00E22D4F" w14:paraId="683855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086568F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578192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D956B78" w14:textId="77777777">
        <w:tc>
          <w:tcPr>
            <w:tcW w:w="9670" w:type="dxa"/>
          </w:tcPr>
          <w:p w:rsidRPr="009C54AE" w:rsidR="0085747A" w:rsidP="00E22D4F" w:rsidRDefault="00E22D4F" w14:paraId="5B69D61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:rsidRPr="009C54AE" w:rsidR="0085747A" w:rsidP="009C54AE" w:rsidRDefault="0085747A" w14:paraId="06462F6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7848A76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164AAE8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4A15320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A2DF67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055E41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216DB2E5" w14:textId="77777777">
        <w:tc>
          <w:tcPr>
            <w:tcW w:w="851" w:type="dxa"/>
            <w:vAlign w:val="center"/>
          </w:tcPr>
          <w:p w:rsidRPr="009C54AE" w:rsidR="0085747A" w:rsidP="009C54AE" w:rsidRDefault="0085747A" w14:paraId="3A1D0A0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22D4F" w14:paraId="07173C3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Pr="009C54AE" w:rsidR="0085747A" w:rsidTr="00923D7D" w14:paraId="0BBC2A4C" w14:textId="77777777">
        <w:tc>
          <w:tcPr>
            <w:tcW w:w="851" w:type="dxa"/>
            <w:vAlign w:val="center"/>
          </w:tcPr>
          <w:p w:rsidRPr="009C54AE" w:rsidR="0085747A" w:rsidP="009C54AE" w:rsidRDefault="00E22D4F" w14:paraId="0874B56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22D4F" w14:paraId="00605C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Pr="009C54AE" w:rsidR="0085747A" w:rsidTr="00923D7D" w14:paraId="7AFC4E0C" w14:textId="77777777">
        <w:tc>
          <w:tcPr>
            <w:tcW w:w="851" w:type="dxa"/>
            <w:vAlign w:val="center"/>
          </w:tcPr>
          <w:p w:rsidRPr="009C54AE" w:rsidR="0085747A" w:rsidP="009C54AE" w:rsidRDefault="0085747A" w14:paraId="4CAF6F3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F31C04" w:rsidRDefault="00E22D4F" w14:paraId="01497AE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hAnsi="Corbel" w:eastAsia="Calibri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Pr="009C54AE" w:rsidR="0085747A" w:rsidP="009C54AE" w:rsidRDefault="0085747A" w14:paraId="3C4B1EA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8E4525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5A37099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E22D4F" w14:paraId="25C1E2C7" w14:textId="77777777">
        <w:tc>
          <w:tcPr>
            <w:tcW w:w="1681" w:type="dxa"/>
            <w:vAlign w:val="center"/>
          </w:tcPr>
          <w:p w:rsidRPr="009C54AE" w:rsidR="0085747A" w:rsidP="009C54AE" w:rsidRDefault="0085747A" w14:paraId="0C773A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51C46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38C983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22D4F" w:rsidTr="00E22D4F" w14:paraId="1E69E145" w14:textId="77777777">
        <w:tc>
          <w:tcPr>
            <w:tcW w:w="1681" w:type="dxa"/>
          </w:tcPr>
          <w:p w:rsidRPr="009C54AE" w:rsidR="00E22D4F" w:rsidP="00E22D4F" w:rsidRDefault="00E22D4F" w14:paraId="1A25AB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3A70B6" w:rsidR="00E22D4F" w:rsidP="00E22D4F" w:rsidRDefault="00E22D4F" w14:paraId="3224069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:rsidRPr="003A70B6" w:rsidR="00E22D4F" w:rsidP="00CC5F98" w:rsidRDefault="00E22D4F" w14:paraId="2B1D4EE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Pr="009C54AE" w:rsidR="00E22D4F" w:rsidTr="00E22D4F" w14:paraId="7C27E896" w14:textId="77777777">
        <w:tc>
          <w:tcPr>
            <w:tcW w:w="1681" w:type="dxa"/>
          </w:tcPr>
          <w:p w:rsidRPr="009C54AE" w:rsidR="00E22D4F" w:rsidP="00E22D4F" w:rsidRDefault="00E22D4F" w14:paraId="5EF3E1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3A70B6" w:rsidR="00E22D4F" w:rsidP="00E22D4F" w:rsidRDefault="00E22D4F" w14:paraId="4D23442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:rsidR="00E22D4F" w:rsidP="00CC5F98" w:rsidRDefault="00E22D4F" w14:paraId="5CFAC9F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:rsidRPr="003A70B6" w:rsidR="00E22D4F" w:rsidP="00CC5F98" w:rsidRDefault="00E22D4F" w14:paraId="1C22BFE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E22D4F" w:rsidTr="00E22D4F" w14:paraId="63A2A098" w14:textId="77777777">
        <w:tc>
          <w:tcPr>
            <w:tcW w:w="1681" w:type="dxa"/>
          </w:tcPr>
          <w:p w:rsidRPr="009C54AE" w:rsidR="00E22D4F" w:rsidP="00E22D4F" w:rsidRDefault="00E22D4F" w14:paraId="2212B8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0A6330" w:rsidR="00E22D4F" w:rsidP="009E784B" w:rsidRDefault="009E784B" w14:paraId="432EAAB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Pr="000A6330" w:rsidR="00E22D4F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:rsidRPr="000A6330" w:rsidR="00E22D4F" w:rsidP="00CC5F98" w:rsidRDefault="00E22D4F" w14:paraId="705841C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:rsidRPr="000A6330" w:rsidR="00E22D4F" w:rsidP="00CC5F98" w:rsidRDefault="00E22D4F" w14:paraId="04E0C04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  <w:p w:rsidRPr="000A6330" w:rsidR="009E784B" w:rsidP="00CC5F98" w:rsidRDefault="00E22D4F" w14:paraId="3D3CE17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Pr="009C54AE" w:rsidR="00E22D4F" w:rsidTr="00E22D4F" w14:paraId="58896C93" w14:textId="77777777">
        <w:tc>
          <w:tcPr>
            <w:tcW w:w="1681" w:type="dxa"/>
          </w:tcPr>
          <w:p w:rsidRPr="003A70B6" w:rsidR="00E22D4F" w:rsidP="00E22D4F" w:rsidRDefault="00E22D4F" w14:paraId="70F7C58D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Pr="000A6330" w:rsidR="00E22D4F" w:rsidP="007A484E" w:rsidRDefault="007A484E" w14:paraId="6C62A65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0A6330" w:rsidR="00E22D4F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Pr="000A6330" w:rsidR="00E22D4F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7A484E" w:rsidP="00CC5F98" w:rsidRDefault="007A484E" w14:paraId="1F95063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05</w:t>
            </w:r>
          </w:p>
          <w:p w:rsidRPr="000A6330" w:rsidR="00E22D4F" w:rsidP="00CC5F98" w:rsidRDefault="00E22D4F" w14:paraId="331D44E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:rsidRPr="000A6330" w:rsidR="009E784B" w:rsidP="00CC5F98" w:rsidRDefault="00E22D4F" w14:paraId="04E822B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Pr="009C54AE" w:rsidR="00E22D4F" w:rsidTr="00E22D4F" w14:paraId="643D0BE0" w14:textId="77777777">
        <w:tc>
          <w:tcPr>
            <w:tcW w:w="1681" w:type="dxa"/>
          </w:tcPr>
          <w:p w:rsidRPr="003A70B6" w:rsidR="00E22D4F" w:rsidP="00E22D4F" w:rsidRDefault="00E22D4F" w14:paraId="2B171AEC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Pr="003A70B6" w:rsidR="00E22D4F" w:rsidP="00E22D4F" w:rsidRDefault="007A484E" w14:paraId="3070893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:rsidR="007A484E" w:rsidP="00CC5F98" w:rsidRDefault="007A484E" w14:paraId="684C75F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Pr="003A70B6" w:rsidR="00E22D4F" w:rsidP="00CC5F98" w:rsidRDefault="007A484E" w14:paraId="5855878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Pr="009C54AE" w:rsidR="00E22D4F" w:rsidTr="00E22D4F" w14:paraId="1850A937" w14:textId="77777777">
        <w:tc>
          <w:tcPr>
            <w:tcW w:w="1681" w:type="dxa"/>
          </w:tcPr>
          <w:p w:rsidRPr="003A70B6" w:rsidR="00E22D4F" w:rsidP="00E22D4F" w:rsidRDefault="00E22D4F" w14:paraId="14FD754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Pr="000A6330" w:rsidR="00E22D4F" w:rsidP="00E22D4F" w:rsidRDefault="009E784B" w14:paraId="5A89FE8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:rsidR="00E22D4F" w:rsidP="00CC5F98" w:rsidRDefault="00E22D4F" w14:paraId="7AF5C4D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9E784B">
              <w:rPr>
                <w:rFonts w:ascii="Corbel" w:hAnsi="Corbel"/>
                <w:sz w:val="24"/>
                <w:szCs w:val="24"/>
              </w:rPr>
              <w:t>2</w:t>
            </w:r>
          </w:p>
          <w:p w:rsidRPr="000A6330" w:rsidR="009E784B" w:rsidP="00CC5F98" w:rsidRDefault="009E784B" w14:paraId="418EA4A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85747A" w14:paraId="69785C1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9712E7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1B0FF11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DA069DA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E628923" w14:paraId="730C559A" w14:textId="77777777">
        <w:tc>
          <w:tcPr>
            <w:tcW w:w="9520" w:type="dxa"/>
          </w:tcPr>
          <w:p w:rsidRPr="009C54AE" w:rsidR="0085747A" w:rsidP="009C54AE" w:rsidRDefault="0085747A" w14:paraId="1E09A50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4E628923" w14:paraId="2DA69858" w14:textId="77777777">
        <w:tc>
          <w:tcPr>
            <w:tcW w:w="9520" w:type="dxa"/>
          </w:tcPr>
          <w:p w:rsidRPr="009C54AE" w:rsidR="0085747A" w:rsidP="009C54AE" w:rsidRDefault="00E22D4F" w14:paraId="3B3CFC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E22D4F" w:rsidTr="4E628923" w14:paraId="0A144C64" w14:textId="77777777">
        <w:tc>
          <w:tcPr>
            <w:tcW w:w="9520" w:type="dxa"/>
          </w:tcPr>
          <w:p w:rsidRPr="009C54AE" w:rsidR="00E22D4F" w:rsidP="009C54AE" w:rsidRDefault="00E22D4F" w14:paraId="6B2F21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Pr="009C54AE" w:rsidR="00E22D4F" w:rsidTr="4E628923" w14:paraId="29DE33E8" w14:textId="77777777">
        <w:tc>
          <w:tcPr>
            <w:tcW w:w="9520" w:type="dxa"/>
          </w:tcPr>
          <w:p w:rsidRPr="009C54AE" w:rsidR="00E22D4F" w:rsidP="009C54AE" w:rsidRDefault="00E22D4F" w14:paraId="47C349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Pr="009C54AE" w:rsidR="00E22D4F" w:rsidTr="4E628923" w14:paraId="02DDFFBC" w14:textId="77777777">
        <w:tc>
          <w:tcPr>
            <w:tcW w:w="9520" w:type="dxa"/>
          </w:tcPr>
          <w:p w:rsidRPr="00241B25" w:rsidR="00E22D4F" w:rsidP="00E22D4F" w:rsidRDefault="00E22D4F" w14:paraId="4C7A175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Pr="009C54AE" w:rsidR="00E22D4F" w:rsidTr="4E628923" w14:paraId="6F4387E5" w14:textId="77777777">
        <w:tc>
          <w:tcPr>
            <w:tcW w:w="9520" w:type="dxa"/>
          </w:tcPr>
          <w:p w:rsidRPr="00241B25" w:rsidR="00E22D4F" w:rsidP="00E22D4F" w:rsidRDefault="00E22D4F" w14:paraId="19A87956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Pr="009C54AE" w:rsidR="00E22D4F" w:rsidTr="4E628923" w14:paraId="71B7785D" w14:textId="77777777">
        <w:tc>
          <w:tcPr>
            <w:tcW w:w="9520" w:type="dxa"/>
          </w:tcPr>
          <w:p w:rsidRPr="00241B25" w:rsidR="00E22D4F" w:rsidP="00E22D4F" w:rsidRDefault="00CC5F98" w14:paraId="0CC1611E" w14:textId="59732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Pr="00241B25" w:rsidR="00E22D4F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Pr="009C54AE" w:rsidR="00E22D4F" w:rsidTr="4E628923" w14:paraId="58D7A422" w14:textId="77777777">
        <w:tc>
          <w:tcPr>
            <w:tcW w:w="9520" w:type="dxa"/>
          </w:tcPr>
          <w:p w:rsidRPr="00241B25" w:rsidR="00E22D4F" w:rsidP="00E22D4F" w:rsidRDefault="00E22D4F" w14:paraId="35B0C08D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Pr="009C54AE" w:rsidR="00E22D4F" w:rsidTr="4E628923" w14:paraId="6D16A9E4" w14:textId="77777777">
        <w:tc>
          <w:tcPr>
            <w:tcW w:w="9520" w:type="dxa"/>
          </w:tcPr>
          <w:p w:rsidRPr="00241B25" w:rsidR="00E22D4F" w:rsidP="00E22D4F" w:rsidRDefault="00E22D4F" w14:paraId="63C08E0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Pr="009C54AE" w:rsidR="00E22D4F" w:rsidTr="4E628923" w14:paraId="727607FF" w14:textId="77777777">
        <w:tc>
          <w:tcPr>
            <w:tcW w:w="9520" w:type="dxa"/>
          </w:tcPr>
          <w:p w:rsidRPr="00241B25" w:rsidR="00E22D4F" w:rsidP="00E22D4F" w:rsidRDefault="00E22D4F" w14:paraId="198084D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:rsidRPr="009C54AE" w:rsidR="0085747A" w:rsidP="009C54AE" w:rsidRDefault="0085747A" w14:paraId="351DA9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DF0717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755B12" w:rsidP="005E153C" w:rsidRDefault="00755B12" w14:paraId="0B205D4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5E153C" w:rsidR="00E960BB" w:rsidP="08F5C900" w:rsidRDefault="00E22D4F" w14:paraId="24CA1B14" w14:textId="11C81581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08F5C900" w:rsidR="00E22D4F">
        <w:rPr>
          <w:rFonts w:ascii="Corbel" w:hAnsi="Corbel"/>
          <w:b w:val="0"/>
          <w:bCs w:val="0"/>
          <w:caps w:val="0"/>
          <w:smallCaps w:val="0"/>
        </w:rPr>
        <w:t>Mini wykład z prezentacją multimedialną, dyskusja</w:t>
      </w:r>
      <w:r w:rsidRPr="08F5C900" w:rsidR="00E22D4F">
        <w:rPr>
          <w:rFonts w:ascii="Corbel" w:hAnsi="Corbel"/>
          <w:b w:val="0"/>
          <w:bCs w:val="0"/>
          <w:caps w:val="0"/>
          <w:smallCaps w:val="0"/>
        </w:rPr>
        <w:t>, praca zespołowa</w:t>
      </w:r>
      <w:r w:rsidRPr="08F5C900" w:rsidR="00E22D4F">
        <w:rPr>
          <w:rFonts w:ascii="Corbel" w:hAnsi="Corbel"/>
          <w:b w:val="0"/>
          <w:bCs w:val="0"/>
          <w:caps w:val="0"/>
          <w:smallCaps w:val="0"/>
        </w:rPr>
        <w:t>, rozwiązywanie zadań indywidualne i grupowe</w:t>
      </w:r>
      <w:r w:rsidRPr="08F5C900" w:rsidR="005E153C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08F5C900" w:rsidR="5AA762B8">
        <w:rPr>
          <w:rFonts w:ascii="Corbel" w:hAnsi="Corbel"/>
          <w:b w:val="0"/>
          <w:bCs w:val="0"/>
          <w:caps w:val="0"/>
          <w:smallCaps w:val="0"/>
        </w:rPr>
        <w:t>.</w:t>
      </w:r>
    </w:p>
    <w:p w:rsidR="00E960BB" w:rsidP="009C54AE" w:rsidRDefault="00E960BB" w14:paraId="027F80D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07E9D5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4466AEE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251C45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5E61C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273416" w14:paraId="78D6BC6A" w14:textId="77777777">
        <w:tc>
          <w:tcPr>
            <w:tcW w:w="1962" w:type="dxa"/>
            <w:vAlign w:val="center"/>
          </w:tcPr>
          <w:p w:rsidRPr="009C54AE" w:rsidR="0085747A" w:rsidP="009C54AE" w:rsidRDefault="0071620A" w14:paraId="67D919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0EBB02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7531E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AB2FF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00A5E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5B00A5" w:rsidTr="00273416" w14:paraId="7C4421E2" w14:textId="77777777">
        <w:trPr>
          <w:trHeight w:val="190"/>
        </w:trPr>
        <w:tc>
          <w:tcPr>
            <w:tcW w:w="1962" w:type="dxa"/>
          </w:tcPr>
          <w:p w:rsidRPr="009C54AE" w:rsidR="005B00A5" w:rsidP="005B00A5" w:rsidRDefault="005B00A5" w14:paraId="61072F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:rsidRPr="002A0B04" w:rsidR="005B00A5" w:rsidP="005B00A5" w:rsidRDefault="005B00A5" w14:paraId="6BC00C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DF288E" w:rsidR="005B00A5" w:rsidP="0069395D" w:rsidRDefault="005B00A5" w14:paraId="419B421D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00273416" w14:paraId="7A6E3531" w14:textId="77777777">
        <w:trPr>
          <w:trHeight w:val="190"/>
        </w:trPr>
        <w:tc>
          <w:tcPr>
            <w:tcW w:w="1962" w:type="dxa"/>
          </w:tcPr>
          <w:p w:rsidRPr="009C54AE" w:rsidR="005B00A5" w:rsidP="005B00A5" w:rsidRDefault="005B00A5" w14:paraId="5CD4C2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2A0B04" w:rsidR="005B00A5" w:rsidP="005B00A5" w:rsidRDefault="005B00A5" w14:paraId="693C5B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 xml:space="preserve">Praca pisemna, obserwacja w trakcie zajęć,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DF288E" w:rsidR="005B00A5" w:rsidP="0069395D" w:rsidRDefault="005B00A5" w14:paraId="4B96FCD4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00273416" w14:paraId="4B1A615C" w14:textId="77777777">
        <w:trPr>
          <w:trHeight w:val="190"/>
        </w:trPr>
        <w:tc>
          <w:tcPr>
            <w:tcW w:w="1962" w:type="dxa"/>
          </w:tcPr>
          <w:p w:rsidRPr="009C54AE" w:rsidR="005B00A5" w:rsidP="005B00A5" w:rsidRDefault="005B00A5" w14:paraId="70FB93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2A0B04" w:rsidR="005B00A5" w:rsidP="005B00A5" w:rsidRDefault="005B00A5" w14:paraId="7E51F6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F288E" w:rsidR="005B00A5" w:rsidP="0069395D" w:rsidRDefault="005B00A5" w14:paraId="297365F0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00273416" w14:paraId="3DBA7A88" w14:textId="77777777">
        <w:trPr>
          <w:trHeight w:val="190"/>
        </w:trPr>
        <w:tc>
          <w:tcPr>
            <w:tcW w:w="1962" w:type="dxa"/>
          </w:tcPr>
          <w:p w:rsidRPr="003A70B6" w:rsidR="005B00A5" w:rsidP="005B00A5" w:rsidRDefault="005B00A5" w14:paraId="4E15D09A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:rsidRPr="002A0B04" w:rsidR="005B00A5" w:rsidP="005B00A5" w:rsidRDefault="005B00A5" w14:paraId="35F0770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DF288E" w:rsidR="005B00A5" w:rsidP="0069395D" w:rsidRDefault="005B00A5" w14:paraId="6513A554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00273416" w14:paraId="16A412FA" w14:textId="77777777">
        <w:trPr>
          <w:trHeight w:val="190"/>
        </w:trPr>
        <w:tc>
          <w:tcPr>
            <w:tcW w:w="1962" w:type="dxa"/>
          </w:tcPr>
          <w:p w:rsidRPr="003A70B6" w:rsidR="005B00A5" w:rsidP="005B00A5" w:rsidRDefault="005B00A5" w14:paraId="35FB8647" w14:textId="77777777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:rsidRPr="002A0B04" w:rsidR="005B00A5" w:rsidP="005B00A5" w:rsidRDefault="005B00A5" w14:paraId="0D5B279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F288E" w:rsidR="005B00A5" w:rsidP="0069395D" w:rsidRDefault="005B00A5" w14:paraId="7D0A7E81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Pr="009C54AE" w:rsidR="005B00A5" w:rsidTr="00273416" w14:paraId="5D43B2ED" w14:textId="77777777">
        <w:tc>
          <w:tcPr>
            <w:tcW w:w="1962" w:type="dxa"/>
          </w:tcPr>
          <w:p w:rsidRPr="003A70B6" w:rsidR="005B00A5" w:rsidP="005B00A5" w:rsidRDefault="005B00A5" w14:paraId="2F78BAE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Pr="002A0B04" w:rsidR="005B00A5" w:rsidP="005B00A5" w:rsidRDefault="005B00A5" w14:paraId="45A68DE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F288E" w:rsidR="005B00A5" w:rsidP="0069395D" w:rsidRDefault="005B00A5" w14:paraId="219E9EED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09341D3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F51AF2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6BB871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79CA6C7" w14:paraId="3EEDC79F" w14:textId="77777777">
        <w:tc>
          <w:tcPr>
            <w:tcW w:w="9670" w:type="dxa"/>
            <w:tcMar/>
          </w:tcPr>
          <w:p w:rsidR="005B00A5" w:rsidP="1F71C9C6" w:rsidRDefault="00273416" w14:paraId="1DDDDCE0" w14:textId="761CA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– test. </w:t>
            </w:r>
            <w:r w:rsidRPr="1F71C9C6" w:rsidR="33F22D60">
              <w:rPr>
                <w:rFonts w:ascii="Corbel" w:hAnsi="Corbel"/>
                <w:b w:val="0"/>
                <w:smallCaps w:val="0"/>
                <w:color w:val="000000" w:themeColor="text1"/>
              </w:rPr>
              <w:t>Ocena pozytywna za uzyskanie 51% punktów.</w:t>
            </w:r>
          </w:p>
          <w:p w:rsidRPr="009C54AE" w:rsidR="0085747A" w:rsidP="4E628923" w:rsidRDefault="00273416" w14:paraId="4275A527" w14:textId="0597F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Zaliczenie z ćwiczeń jest wypadkową aktywnoś</w:t>
            </w:r>
            <w:r w:rsidRPr="4E628923" w:rsidR="005B00A5">
              <w:rPr>
                <w:rFonts w:ascii="Corbel" w:hAnsi="Corbel"/>
                <w:b w:val="0"/>
                <w:smallCaps w:val="0"/>
                <w:color w:val="000000" w:themeColor="text1"/>
              </w:rPr>
              <w:t>ci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zajęciach</w:t>
            </w:r>
            <w:r w:rsidRPr="4E628923" w:rsidR="005B00A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mierzonych wykonaniem ćwiczeń indywidualnie lub grupowo</w:t>
            </w:r>
            <w:r w:rsidRPr="4E628923" w:rsidR="0E1DCB9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(40%)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</w:t>
            </w:r>
            <w:r w:rsidRPr="4E628923" w:rsidR="005B00A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oceny pisemnej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prac</w:t>
            </w:r>
            <w:r w:rsidRPr="4E628923" w:rsidR="005B00A5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zaliczeniow</w:t>
            </w:r>
            <w:r w:rsidRPr="4E628923" w:rsidR="005B00A5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r w:rsidRPr="4E628923" w:rsidR="31C925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(60%)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4E628923" w:rsidR="6B7DCAD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:rsidRPr="009C54AE" w:rsidR="0085747A" w:rsidP="579CA6C7" w:rsidRDefault="3D4D8780" w14:paraId="6F879496" w14:textId="4FAC49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579CA6C7" w:rsidR="6A440F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Przed realizacją pracy pisemnej stude</w:t>
            </w:r>
            <w:r w:rsidRPr="579CA6C7" w:rsidR="2DD85E3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nci są informowani jakie elementy będą oceniane.</w:t>
            </w:r>
          </w:p>
          <w:p w:rsidRPr="009C54AE" w:rsidR="0085747A" w:rsidP="4E628923" w:rsidRDefault="71A6E2CD" w14:paraId="636F466E" w14:textId="7FD80E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</w:t>
            </w:r>
            <w:r w:rsidRPr="4E628923" w:rsidR="45B18EA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jest </w:t>
            </w:r>
            <w:r w:rsidRPr="4E628923" w:rsidR="7A97B1F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poprzez wykonanie zadań indywidualnie lub grupowo. </w:t>
            </w:r>
            <w:r w:rsidRPr="4E628923" w:rsidR="6B2288AC">
              <w:rPr>
                <w:rFonts w:ascii="Corbel" w:hAnsi="Corbel"/>
                <w:b w:val="0"/>
                <w:smallCaps w:val="0"/>
                <w:color w:val="000000" w:themeColor="text1"/>
              </w:rPr>
              <w:t>W przypadku oceny z</w:t>
            </w:r>
            <w:r w:rsidRPr="4E628923" w:rsidR="007A16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adania </w:t>
            </w:r>
            <w:r w:rsidRPr="4E628923" w:rsidR="6282BE6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każdorazowo studenci </w:t>
            </w:r>
            <w:r w:rsidRPr="4E628923" w:rsidR="007A163A">
              <w:rPr>
                <w:rFonts w:ascii="Corbel" w:hAnsi="Corbel"/>
                <w:b w:val="0"/>
                <w:smallCaps w:val="0"/>
                <w:color w:val="000000" w:themeColor="text1"/>
              </w:rPr>
              <w:t>są</w:t>
            </w:r>
            <w:r w:rsidRPr="4E628923" w:rsidR="5D7290A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E628923" w:rsidR="4ABE7E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informowani jakie </w:t>
            </w:r>
            <w:r w:rsidRPr="4E628923" w:rsidR="26170D1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elementy zadania są oceniane. </w:t>
            </w:r>
            <w:r w:rsidRPr="4E628923" w:rsidR="1522DA5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może uzyskać dodatkową ocenę za aktywność </w:t>
            </w:r>
            <w:r w:rsidRPr="4E628923" w:rsidR="4219625F">
              <w:rPr>
                <w:rFonts w:ascii="Corbel" w:hAnsi="Corbel"/>
                <w:b w:val="0"/>
                <w:smallCaps w:val="0"/>
                <w:color w:val="000000" w:themeColor="text1"/>
              </w:rPr>
              <w:t>związaną ze spontanicznym wystąpieniem, zabraniem głosu podczas ćwiczeń.</w:t>
            </w:r>
            <w:r w:rsidRPr="4E628923" w:rsidR="50C49B0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Ocena 5 – co najmniej 3 wystąpienia, ocena 4 co najmniej 2 wystąpienia, ocena 3 co najmniej je</w:t>
            </w:r>
            <w:r w:rsidRPr="4E628923" w:rsidR="71722872">
              <w:rPr>
                <w:rFonts w:ascii="Corbel" w:hAnsi="Corbel"/>
                <w:b w:val="0"/>
                <w:smallCaps w:val="0"/>
                <w:color w:val="000000" w:themeColor="text1"/>
              </w:rPr>
              <w:t>dno wystąpienie. Jeśli student nie zabiera głosu do ustalenia oceny końcowej przyjmuje się wartość 0.</w:t>
            </w:r>
          </w:p>
        </w:tc>
      </w:tr>
    </w:tbl>
    <w:p w:rsidRPr="009C54AE" w:rsidR="0085747A" w:rsidP="009C54AE" w:rsidRDefault="0085747A" w14:paraId="430FFA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70BBA4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7F530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ACABEE3" w14:textId="77777777">
        <w:tc>
          <w:tcPr>
            <w:tcW w:w="4962" w:type="dxa"/>
            <w:vAlign w:val="center"/>
          </w:tcPr>
          <w:p w:rsidRPr="009C54AE" w:rsidR="0085747A" w:rsidP="009C54AE" w:rsidRDefault="00C61DC5" w14:paraId="14638BE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9FA1A2B" w14:textId="316B5C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F1312C2" w14:textId="77777777">
        <w:tc>
          <w:tcPr>
            <w:tcW w:w="4962" w:type="dxa"/>
          </w:tcPr>
          <w:p w:rsidRPr="009C54AE" w:rsidR="0085747A" w:rsidP="009C54AE" w:rsidRDefault="00C61DC5" w14:paraId="6F09C7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5036F4" w:rsidRDefault="00574E37" w14:paraId="65274871" w14:textId="20A437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C61DC5" w:rsidTr="00923D7D" w14:paraId="5032F7A0" w14:textId="77777777">
        <w:tc>
          <w:tcPr>
            <w:tcW w:w="4962" w:type="dxa"/>
          </w:tcPr>
          <w:p w:rsidRPr="009C54AE" w:rsidR="00C61DC5" w:rsidP="009C54AE" w:rsidRDefault="00C61DC5" w14:paraId="09C372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9FAFA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5036F4" w:rsidRDefault="00273416" w14:paraId="1C67AB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637E606E" w14:textId="77777777">
        <w:tc>
          <w:tcPr>
            <w:tcW w:w="4962" w:type="dxa"/>
          </w:tcPr>
          <w:p w:rsidRPr="009C54AE" w:rsidR="00C61DC5" w:rsidP="00755B12" w:rsidRDefault="00C61DC5" w14:paraId="4F7D1453" w14:textId="18193E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5036F4" w:rsidRDefault="00574E37" w14:paraId="0C819D5B" w14:textId="3BAD5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Pr="009C54AE" w:rsidR="0085747A" w:rsidTr="00923D7D" w14:paraId="53C6E3B6" w14:textId="77777777">
        <w:tc>
          <w:tcPr>
            <w:tcW w:w="4962" w:type="dxa"/>
          </w:tcPr>
          <w:p w:rsidRPr="009C54AE" w:rsidR="0085747A" w:rsidP="009C54AE" w:rsidRDefault="0085747A" w14:paraId="02465AE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5036F4" w:rsidRDefault="00273416" w14:paraId="6019AB2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6260AAE9" w14:textId="77777777">
        <w:tc>
          <w:tcPr>
            <w:tcW w:w="4962" w:type="dxa"/>
          </w:tcPr>
          <w:p w:rsidRPr="009C54AE" w:rsidR="0085747A" w:rsidP="009C54AE" w:rsidRDefault="0085747A" w14:paraId="101A9B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Pr="009C54AE" w:rsidR="0085747A" w:rsidP="005036F4" w:rsidRDefault="00273416" w14:paraId="67DE9E0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18993F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5FE7D7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F1F248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8CA208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CC5F98" w14:paraId="7889062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D4E6C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CC5F98" w:rsidRDefault="00CC5F98" w14:paraId="049F90F7" w14:textId="24E49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CC5F98" w14:paraId="7CFE64CB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BBE0F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CC5F98" w:rsidRDefault="00CC5F98" w14:paraId="056E8C06" w14:textId="708B95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66DBCC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AF0E47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06792A2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1F71C9C6" w14:paraId="6ABEFE73" w14:textId="77777777">
        <w:trPr>
          <w:trHeight w:val="397"/>
        </w:trPr>
        <w:tc>
          <w:tcPr>
            <w:tcW w:w="5000" w:type="pct"/>
          </w:tcPr>
          <w:p w:rsidR="0085747A" w:rsidP="00E40A3B" w:rsidRDefault="0085747A" w14:paraId="715214B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CC5F98" w:rsidR="009C1EB1" w:rsidP="00CC5F98" w:rsidRDefault="009C1EB1" w14:paraId="74F1C3C9" w14:textId="7777777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Pr="00CC5F98" w:rsidR="00E40A3B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:rsidR="009C1EB1" w:rsidP="00CC5F98" w:rsidRDefault="009C1EB1" w14:paraId="79F0FA6A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:rsidRPr="009C1EB1" w:rsidR="00273416" w:rsidP="4E628923" w:rsidRDefault="00273416" w14:paraId="2CC3B337" w14:textId="7388E60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Pr="4E628923" w:rsidR="424B588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Pr="009C54AE" w:rsidR="0085747A" w:rsidTr="1F71C9C6" w14:paraId="2318CDD7" w14:textId="77777777">
        <w:trPr>
          <w:trHeight w:val="397"/>
        </w:trPr>
        <w:tc>
          <w:tcPr>
            <w:tcW w:w="5000" w:type="pct"/>
          </w:tcPr>
          <w:p w:rsidR="0085747A" w:rsidP="1F71C9C6" w:rsidRDefault="0085747A" w14:paraId="3C3467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C1EB1" w:rsidP="1F71C9C6" w:rsidRDefault="50303A52" w14:paraId="418018FE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J.D., Pawlak Z., Techniki menedżerskie. Skuteczne zarządzanie firmą, Wyd.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2009.</w:t>
            </w:r>
          </w:p>
          <w:p w:rsidRPr="00DF78D5" w:rsidR="00273416" w:rsidP="1F71C9C6" w:rsidRDefault="00273416" w14:paraId="6A4B8E1B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T., Rusz głową, Wyd. AHA, Łódź 2014.</w:t>
            </w:r>
          </w:p>
          <w:p w:rsidRPr="009C1EB1" w:rsidR="009C1EB1" w:rsidP="1F71C9C6" w:rsidRDefault="44D7784A" w14:paraId="6F9786BC" w14:textId="0FAE7012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Szara K., Kapitał kreatywny w przedsiębiorstwie,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2019.</w:t>
            </w:r>
          </w:p>
        </w:tc>
      </w:tr>
    </w:tbl>
    <w:p w:rsidRPr="009C54AE" w:rsidR="0085747A" w:rsidP="009C54AE" w:rsidRDefault="0085747A" w14:paraId="099D682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6B2739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709619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0193" w:rsidP="00C16ABF" w:rsidRDefault="00E70193" w14:paraId="59249051" w14:textId="77777777">
      <w:pPr>
        <w:spacing w:after="0" w:line="240" w:lineRule="auto"/>
      </w:pPr>
      <w:r>
        <w:separator/>
      </w:r>
    </w:p>
  </w:endnote>
  <w:endnote w:type="continuationSeparator" w:id="0">
    <w:p w:rsidR="00E70193" w:rsidP="00C16ABF" w:rsidRDefault="00E70193" w14:paraId="15B8102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0193" w:rsidP="00C16ABF" w:rsidRDefault="00E70193" w14:paraId="0E2B925A" w14:textId="77777777">
      <w:pPr>
        <w:spacing w:after="0" w:line="240" w:lineRule="auto"/>
      </w:pPr>
      <w:r>
        <w:separator/>
      </w:r>
    </w:p>
  </w:footnote>
  <w:footnote w:type="continuationSeparator" w:id="0">
    <w:p w:rsidR="00E70193" w:rsidP="00C16ABF" w:rsidRDefault="00E70193" w14:paraId="1293862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CEDBA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A45"/>
    <w:rsid w:val="003343CF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74E37"/>
    <w:rsid w:val="0059484D"/>
    <w:rsid w:val="005A0855"/>
    <w:rsid w:val="005A133C"/>
    <w:rsid w:val="005A3196"/>
    <w:rsid w:val="005B00A5"/>
    <w:rsid w:val="005C080F"/>
    <w:rsid w:val="005C55E5"/>
    <w:rsid w:val="005C696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1B9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0193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8F5C900"/>
    <w:rsid w:val="0E1DCB9A"/>
    <w:rsid w:val="1522DA52"/>
    <w:rsid w:val="1CC6DBDB"/>
    <w:rsid w:val="1F71C9C6"/>
    <w:rsid w:val="2069E549"/>
    <w:rsid w:val="26170D17"/>
    <w:rsid w:val="2DD85E35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79CA6C7"/>
    <w:rsid w:val="58DB7764"/>
    <w:rsid w:val="5AA762B8"/>
    <w:rsid w:val="5C81948C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5DFD5-7171-4E5D-A66B-29649EC4B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BF15FB-F959-B74C-AA7F-F03461B697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Szara Katarzyna</lastModifiedBy>
  <revision>23</revision>
  <lastPrinted>2019-02-06T12:12:00.0000000Z</lastPrinted>
  <dcterms:created xsi:type="dcterms:W3CDTF">2020-10-17T18:47:00.0000000Z</dcterms:created>
  <dcterms:modified xsi:type="dcterms:W3CDTF">2020-12-12T11:29:38.5876995Z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